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62059" w14:textId="708505D6" w:rsidR="00535962" w:rsidRPr="00F7167E" w:rsidRDefault="00B40A3A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01DA790" wp14:editId="4F3B36C5">
                <wp:simplePos x="0" y="0"/>
                <wp:positionH relativeFrom="column">
                  <wp:posOffset>4708478</wp:posOffset>
                </wp:positionH>
                <wp:positionV relativeFrom="paragraph">
                  <wp:posOffset>-600501</wp:posOffset>
                </wp:positionV>
                <wp:extent cx="1615440" cy="670956"/>
                <wp:effectExtent l="0" t="0" r="22860" b="1524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670956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53" y="617"/>
                            <a:ext cx="2435" cy="858"/>
                            <a:chOff x="9160" y="772"/>
                            <a:chExt cx="2027" cy="798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11" y="1275"/>
                              <a:ext cx="1976" cy="2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27334D48" w14:textId="03264079" w:rsidR="001466B0" w:rsidRPr="00B40A3A" w:rsidRDefault="00B40A3A" w:rsidP="001466B0">
                                    <w:pPr>
                                      <w:jc w:val="center"/>
                                    </w:pP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CONADIS-DAF-C</w:t>
                                    </w:r>
                                    <w:r w:rsidR="007C30D6">
                                      <w:rPr>
                                        <w:rStyle w:val="Style2"/>
                                        <w:sz w:val="18"/>
                                      </w:rPr>
                                      <w:t>D</w:t>
                                    </w: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-2025-00</w:t>
                                    </w:r>
                                    <w:r w:rsidR="00875764">
                                      <w:rPr>
                                        <w:rStyle w:val="Style2"/>
                                        <w:sz w:val="18"/>
                                      </w:rPr>
                                      <w:t>62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60" y="772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729E79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DA790" id="Group 21" o:spid="_x0000_s1026" style="position:absolute;margin-left:370.75pt;margin-top:-47.3pt;width:127.2pt;height:52.85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53;top:617;width:2435;height:858" coordorigin="9160,772" coordsize="202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211;top:1275;width:1976;height: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27334D48" w14:textId="03264079" w:rsidR="001466B0" w:rsidRPr="00B40A3A" w:rsidRDefault="00B40A3A" w:rsidP="001466B0">
                              <w:pPr>
                                <w:jc w:val="center"/>
                              </w:pP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CONADIS-DAF-C</w:t>
                              </w:r>
                              <w:r w:rsidR="007C30D6">
                                <w:rPr>
                                  <w:rStyle w:val="Style2"/>
                                  <w:sz w:val="18"/>
                                </w:rPr>
                                <w:t>D</w:t>
                              </w: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-2025-00</w:t>
                              </w:r>
                              <w:r w:rsidR="00875764">
                                <w:rPr>
                                  <w:rStyle w:val="Style2"/>
                                  <w:sz w:val="18"/>
                                </w:rPr>
                                <w:t>62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60;top:772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0B729E79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DFFD85" wp14:editId="3B0DCDA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2F400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FFD85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" filled="f" stroked="f">
                <v:textbox inset="0,0,0,0">
                  <w:txbxContent>
                    <w:p w14:paraId="40B2F400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1B966C10" wp14:editId="74BC5BBB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17FE6E" wp14:editId="3A3DCE6A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5C5B7" w14:textId="77777777" w:rsidR="0026335F" w:rsidRPr="0026335F" w:rsidRDefault="00875764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7FE6E" id="Text Box 12" o:spid="_x0000_s1032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" filled="f" stroked="f">
                <v:textbox>
                  <w:txbxContent>
                    <w:p w14:paraId="4ED5C5B7" w14:textId="77777777" w:rsidR="0026335F" w:rsidRPr="0026335F" w:rsidRDefault="00B40A3A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146265B" wp14:editId="3B3A59F5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069E627C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3D21A631" wp14:editId="1299861D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265B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rT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069E627C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3D21A631" wp14:editId="1299861D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5F3E54D" w14:textId="025F1F40" w:rsidR="00535962" w:rsidRPr="00535962" w:rsidRDefault="00B40A3A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515ADA" wp14:editId="03CB8846">
                <wp:simplePos x="0" y="0"/>
                <wp:positionH relativeFrom="column">
                  <wp:posOffset>1810905</wp:posOffset>
                </wp:positionH>
                <wp:positionV relativeFrom="paragraph">
                  <wp:posOffset>36335</wp:posOffset>
                </wp:positionV>
                <wp:extent cx="2303813" cy="279400"/>
                <wp:effectExtent l="0" t="0" r="1270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81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18A64" w14:textId="09ABAAD3" w:rsidR="002E1412" w:rsidRPr="002E1412" w:rsidRDefault="00875764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15ADA" id="Text Box 16" o:spid="_x0000_s1034" type="#_x0000_t202" style="position:absolute;margin-left:142.6pt;margin-top:2.85pt;width:181.4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" stroked="f">
                <v:textbox>
                  <w:txbxContent>
                    <w:p w14:paraId="54418A64" w14:textId="09ABAAD3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99F13B" wp14:editId="54C84D7B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95D94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9F13B" id="Text Box 13" o:spid="_x0000_s1035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" filled="f" stroked="f">
                <v:textbox>
                  <w:txbxContent>
                    <w:p w14:paraId="56595D94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08B09531" w14:textId="631D64A5" w:rsidR="00535962" w:rsidRDefault="00B40A3A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F2BC21" wp14:editId="79AAEAED">
                <wp:simplePos x="0" y="0"/>
                <wp:positionH relativeFrom="margin">
                  <wp:align>center</wp:align>
                </wp:positionH>
                <wp:positionV relativeFrom="paragraph">
                  <wp:posOffset>242108</wp:posOffset>
                </wp:positionV>
                <wp:extent cx="3538220" cy="271780"/>
                <wp:effectExtent l="0" t="0" r="508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90235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BC21" id="Text Box 18" o:spid="_x0000_s1036" type="#_x0000_t202" style="position:absolute;margin-left:0;margin-top:19.05pt;width:278.6pt;height:21.4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" stroked="f">
                <v:textbox>
                  <w:txbxContent>
                    <w:p w14:paraId="18790235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582096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44E705A4" w14:textId="76C8D4B8" w:rsidR="00A640BD" w:rsidRPr="00C66D08" w:rsidRDefault="00B40A3A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2428D1" wp14:editId="35B78DF9">
                <wp:simplePos x="0" y="0"/>
                <wp:positionH relativeFrom="column">
                  <wp:posOffset>1171954</wp:posOffset>
                </wp:positionH>
                <wp:positionV relativeFrom="paragraph">
                  <wp:posOffset>175260</wp:posOffset>
                </wp:positionV>
                <wp:extent cx="3513827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3827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773C8" w14:textId="79E13A9E" w:rsidR="002E1412" w:rsidRPr="002E1412" w:rsidRDefault="00875764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8"/>
                                    <w:smallCaps/>
                                  </w:rPr>
                                  <w:t>Departamento de Compras y Contrataciones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428D1" id="Text Box 17" o:spid="_x0000_s1037" type="#_x0000_t202" style="position:absolute;left:0;text-align:left;margin-left:92.3pt;margin-top:13.8pt;width:276.7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" stroked="f">
                <v:textbox>
                  <w:txbxContent>
                    <w:p w14:paraId="0E5773C8" w14:textId="79E13A9E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>
                            <w:rPr>
                              <w:rStyle w:val="Style8"/>
                              <w:smallCaps/>
                            </w:rPr>
                            <w:t>Departamento de Compras y Contrataciones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DD034D3" w14:textId="497A602F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67877118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520A9C08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7C10B179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2775759B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602D7E85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4C5B8B88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25E2381C" w14:textId="77777777" w:rsidTr="00E82502">
        <w:trPr>
          <w:cantSplit/>
          <w:trHeight w:val="440"/>
        </w:trPr>
        <w:tc>
          <w:tcPr>
            <w:tcW w:w="9252" w:type="dxa"/>
          </w:tcPr>
          <w:p w14:paraId="6F04CABA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7E4DC32D" w14:textId="77777777" w:rsidTr="00E82502">
        <w:trPr>
          <w:cantSplit/>
          <w:trHeight w:val="440"/>
        </w:trPr>
        <w:tc>
          <w:tcPr>
            <w:tcW w:w="9252" w:type="dxa"/>
          </w:tcPr>
          <w:p w14:paraId="728F4B6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71D484F7" w14:textId="77777777" w:rsidTr="00E82502">
        <w:trPr>
          <w:cantSplit/>
          <w:trHeight w:val="440"/>
        </w:trPr>
        <w:tc>
          <w:tcPr>
            <w:tcW w:w="9252" w:type="dxa"/>
          </w:tcPr>
          <w:p w14:paraId="08459E3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287110EB" w14:textId="77777777" w:rsidTr="00E82502">
        <w:trPr>
          <w:cantSplit/>
          <w:trHeight w:val="440"/>
        </w:trPr>
        <w:tc>
          <w:tcPr>
            <w:tcW w:w="9252" w:type="dxa"/>
          </w:tcPr>
          <w:p w14:paraId="00FDECC6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43F4FC57" w14:textId="77777777" w:rsidTr="00E82502">
        <w:trPr>
          <w:cantSplit/>
          <w:trHeight w:val="440"/>
        </w:trPr>
        <w:tc>
          <w:tcPr>
            <w:tcW w:w="9252" w:type="dxa"/>
          </w:tcPr>
          <w:p w14:paraId="14A2C890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6247E128" w14:textId="77777777" w:rsidTr="00E82502">
        <w:trPr>
          <w:cantSplit/>
          <w:trHeight w:val="440"/>
        </w:trPr>
        <w:tc>
          <w:tcPr>
            <w:tcW w:w="9252" w:type="dxa"/>
          </w:tcPr>
          <w:p w14:paraId="28816465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06F53D21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0936C49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15200DFA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09C4E9B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7A95B224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827AA" w14:textId="77777777"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14:paraId="45945ECE" w14:textId="77777777"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8D25C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6D10240F" wp14:editId="1F44439F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E2DB18" wp14:editId="51FBE143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ED2DB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97BED9B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E2DB1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" filled="f" stroked="f">
              <v:textbox inset="0,0,0,0">
                <w:txbxContent>
                  <w:p w14:paraId="20CED2DB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397BED9B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FDB45C" wp14:editId="0DFD1247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38355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FDB45C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" filled="f" stroked="f">
              <v:textbox inset="0,0,0,0">
                <w:txbxContent>
                  <w:p w14:paraId="44D38355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447AD968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37F33749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089CB07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E2A302C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387069D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3FF0C" w14:textId="77777777"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14:paraId="40D42189" w14:textId="77777777"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30D2"/>
    <w:rsid w:val="00034DD9"/>
    <w:rsid w:val="00045479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85DAD"/>
    <w:rsid w:val="00194FF2"/>
    <w:rsid w:val="001A3F92"/>
    <w:rsid w:val="001F73A7"/>
    <w:rsid w:val="002009A7"/>
    <w:rsid w:val="0022186C"/>
    <w:rsid w:val="00253DBA"/>
    <w:rsid w:val="0026335F"/>
    <w:rsid w:val="00295BD4"/>
    <w:rsid w:val="002B4FA0"/>
    <w:rsid w:val="002D451D"/>
    <w:rsid w:val="002E1412"/>
    <w:rsid w:val="002F0BB5"/>
    <w:rsid w:val="00314023"/>
    <w:rsid w:val="00341484"/>
    <w:rsid w:val="00392351"/>
    <w:rsid w:val="003A6141"/>
    <w:rsid w:val="00404131"/>
    <w:rsid w:val="0040607B"/>
    <w:rsid w:val="0042490F"/>
    <w:rsid w:val="004379A6"/>
    <w:rsid w:val="0044234A"/>
    <w:rsid w:val="00456C17"/>
    <w:rsid w:val="00466B9C"/>
    <w:rsid w:val="004B30DA"/>
    <w:rsid w:val="004D45A8"/>
    <w:rsid w:val="00535962"/>
    <w:rsid w:val="00611A07"/>
    <w:rsid w:val="0062592A"/>
    <w:rsid w:val="006506D0"/>
    <w:rsid w:val="00651E48"/>
    <w:rsid w:val="00666D56"/>
    <w:rsid w:val="006709BC"/>
    <w:rsid w:val="006F567F"/>
    <w:rsid w:val="00725091"/>
    <w:rsid w:val="00780880"/>
    <w:rsid w:val="007B0E1F"/>
    <w:rsid w:val="007B6F6F"/>
    <w:rsid w:val="007C30D6"/>
    <w:rsid w:val="00820C9F"/>
    <w:rsid w:val="0082707E"/>
    <w:rsid w:val="008315B0"/>
    <w:rsid w:val="00875764"/>
    <w:rsid w:val="008B3AE5"/>
    <w:rsid w:val="008C388B"/>
    <w:rsid w:val="008E7635"/>
    <w:rsid w:val="00966EEE"/>
    <w:rsid w:val="00977C54"/>
    <w:rsid w:val="00A16099"/>
    <w:rsid w:val="00A62188"/>
    <w:rsid w:val="00A640BD"/>
    <w:rsid w:val="00A641A7"/>
    <w:rsid w:val="00A72F42"/>
    <w:rsid w:val="00AD7919"/>
    <w:rsid w:val="00AF2E6B"/>
    <w:rsid w:val="00B40A3A"/>
    <w:rsid w:val="00B62EEF"/>
    <w:rsid w:val="00B97B51"/>
    <w:rsid w:val="00BA0007"/>
    <w:rsid w:val="00BB1D79"/>
    <w:rsid w:val="00BC1D0C"/>
    <w:rsid w:val="00BC61BD"/>
    <w:rsid w:val="00BD1586"/>
    <w:rsid w:val="00BF451F"/>
    <w:rsid w:val="00C078CB"/>
    <w:rsid w:val="00C12C59"/>
    <w:rsid w:val="00C20D7A"/>
    <w:rsid w:val="00C22DBE"/>
    <w:rsid w:val="00C34BF8"/>
    <w:rsid w:val="00C5078F"/>
    <w:rsid w:val="00C66D08"/>
    <w:rsid w:val="00C7470C"/>
    <w:rsid w:val="00CA0E82"/>
    <w:rsid w:val="00CA164C"/>
    <w:rsid w:val="00CA4661"/>
    <w:rsid w:val="00CE67A3"/>
    <w:rsid w:val="00D1201E"/>
    <w:rsid w:val="00D24FA7"/>
    <w:rsid w:val="00D45A3E"/>
    <w:rsid w:val="00D64696"/>
    <w:rsid w:val="00D6691C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B6BC6"/>
    <w:rsid w:val="00EE1E7B"/>
    <w:rsid w:val="00F225BF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  <w14:docId w14:val="45E0DAA5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1CBD-8985-4302-BCB0-3B67E1CD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1</Pages>
  <Words>141</Words>
  <Characters>869</Characters>
  <Application>Microsoft Office Word</Application>
  <DocSecurity>0</DocSecurity>
  <Lines>24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JOAQUINA ARIAS DE LEÓN DE PÉREZ</cp:lastModifiedBy>
  <cp:revision>5</cp:revision>
  <cp:lastPrinted>2011-03-04T18:48:00Z</cp:lastPrinted>
  <dcterms:created xsi:type="dcterms:W3CDTF">2025-07-29T12:16:00Z</dcterms:created>
  <dcterms:modified xsi:type="dcterms:W3CDTF">2025-11-03T12:39:00Z</dcterms:modified>
</cp:coreProperties>
</file>